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511"/>
        <w:gridCol w:w="1287"/>
        <w:gridCol w:w="339"/>
        <w:gridCol w:w="849"/>
        <w:gridCol w:w="848"/>
        <w:gridCol w:w="352"/>
        <w:gridCol w:w="211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事务中心公务用车购置项目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北京市农业农村局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1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中共北京市委农村工作委员会北京市农业农村局综合事务中心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王雷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1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82078497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  <w:t>17.372389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17.372</w:t>
            </w:r>
            <w:bookmarkStart w:id="0" w:name="_GoBack"/>
            <w:bookmarkEnd w:id="0"/>
            <w:r>
              <w:rPr>
                <w:rFonts w:hint="eastAsia" w:ascii="仿宋_GB2312" w:hAnsi="??" w:eastAsia="仿宋_GB2312" w:cs="仿宋_GB2312"/>
                <w:kern w:val="0"/>
              </w:rPr>
              <w:t>389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  <w:t>17.372389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  <w:t>17.372389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17.372389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17.372389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综合事务中心公务用车京Q2S273购于2005年5月，行驶里程207942公里，目前已行驶17年，车况很差，排放标准为国II，不能在城区内正常使用，特此申请车辆更新。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完成了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公务用车购置。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采购数量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≥1台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960"/>
              </w:tabs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车辆验收合格率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63"/>
              </w:tabs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=100%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公务用车购置成本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≤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17.372389万元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17.372389万元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提高工作效率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使用单位满意度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63"/>
              </w:tabs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=100%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hmMWU3ZDQ1ZWExODhmYTJiOWJmMTVkMDM2NTQzMjM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14C4DA3"/>
    <w:rsid w:val="085262B3"/>
    <w:rsid w:val="097A7FD3"/>
    <w:rsid w:val="0A280C46"/>
    <w:rsid w:val="0A762E91"/>
    <w:rsid w:val="0F6A3BFF"/>
    <w:rsid w:val="12F9465F"/>
    <w:rsid w:val="14292D22"/>
    <w:rsid w:val="165A3666"/>
    <w:rsid w:val="184719C8"/>
    <w:rsid w:val="19F608C9"/>
    <w:rsid w:val="1CC739A9"/>
    <w:rsid w:val="26C94047"/>
    <w:rsid w:val="276E6F72"/>
    <w:rsid w:val="277B3EC0"/>
    <w:rsid w:val="28CB3F50"/>
    <w:rsid w:val="37173543"/>
    <w:rsid w:val="3EFB05EE"/>
    <w:rsid w:val="3FF76880"/>
    <w:rsid w:val="456E1846"/>
    <w:rsid w:val="568832FC"/>
    <w:rsid w:val="5A9A7C44"/>
    <w:rsid w:val="5D79399F"/>
    <w:rsid w:val="5E4D6FB4"/>
    <w:rsid w:val="62161F3E"/>
    <w:rsid w:val="63957059"/>
    <w:rsid w:val="72084580"/>
    <w:rsid w:val="7250196C"/>
    <w:rsid w:val="7AB7FF50"/>
    <w:rsid w:val="7BFEB0DB"/>
    <w:rsid w:val="7D9E45FE"/>
    <w:rsid w:val="7E150716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autoRedefine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autoRedefine/>
    <w:semiHidden/>
    <w:qFormat/>
    <w:uiPriority w:val="99"/>
  </w:style>
  <w:style w:type="table" w:default="1" w:styleId="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autoRedefine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autoRedefine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autoRedefine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autoRedefine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165</Words>
  <Characters>941</Characters>
  <Lines>0</Lines>
  <Paragraphs>0</Paragraphs>
  <TotalTime>3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KWON</cp:lastModifiedBy>
  <cp:lastPrinted>2022-03-24T10:01:00Z</cp:lastPrinted>
  <dcterms:modified xsi:type="dcterms:W3CDTF">2024-05-14T06:15:00Z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A612F585FE90497781DE41169C3142DE_12</vt:lpwstr>
  </property>
</Properties>
</file>