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79"/>
        <w:gridCol w:w="966"/>
        <w:gridCol w:w="935"/>
        <w:gridCol w:w="128"/>
        <w:gridCol w:w="435"/>
        <w:gridCol w:w="420"/>
        <w:gridCol w:w="332"/>
        <w:gridCol w:w="514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种植业保障支撑（蔬菜作物生产监测及高产高效创建）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主管部门</w:t>
            </w:r>
          </w:p>
        </w:tc>
        <w:tc>
          <w:tcPr>
            <w:tcW w:w="40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实施单位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项目负责人</w:t>
            </w:r>
          </w:p>
        </w:tc>
        <w:tc>
          <w:tcPr>
            <w:tcW w:w="40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王帅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联系电话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84617313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执行数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160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136.985000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129.326200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94.41%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9.44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160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136.985000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129.326200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94.41%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年度总体目标</w:t>
            </w:r>
          </w:p>
        </w:tc>
        <w:tc>
          <w:tcPr>
            <w:tcW w:w="49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预期目标</w:t>
            </w:r>
          </w:p>
        </w:tc>
        <w:tc>
          <w:tcPr>
            <w:tcW w:w="34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49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为落实北京市农业农村局《2022年促进粮食蔬菜生猪生产管理工作意见》[京政农发[20220]75号]文件精神，项目围绕日光温室、塑料大棚、露地三大生产空间蔬菜主要作物，开展生产监测，提供针对性的技术服务做好生产主体的技术服务保障；开展产能提升和产后包装关键技术研究与储备，总结形成设施周年生产能力和露地轻简化栽培的高产高效模式，产品标准化包装技术，为我市蔬菜产能和效益的提高提供技术支撑；组织实施蔬菜高产高效创建，建立高产攻关田、示范“样板方”，带动京郊蔬菜产量水平和商品性的提升；大力开展技术服务，组织生产评价和高产擂台赛，调动技术人员和农户积极性，促进高产高效技术辐射应用。</w:t>
            </w:r>
          </w:p>
        </w:tc>
        <w:tc>
          <w:tcPr>
            <w:tcW w:w="34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项目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通过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围绕日光温室、塑料大棚、露地三大生产空间蔬菜主要作物，开展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生产监测，提供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针对性的技术服务做好生产主体的技术服务保障；开展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产能提升和产后包装关键技术研究与储备，总结形成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设施周年生产能力和露地轻简化栽培的高产高效模式，产品标准化包装技术，为我市蔬菜产能和效益的提高提供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技术支撑；组织实施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蔬菜高产高效创建，建立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高产攻关田、示范“样板方”，带动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京郊蔬菜产量水平和商品性的提升；大力开展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技术服务，组织生产评价和高产擂台赛，调动技术人员和农户积极性，促进高产高效技术辐射应用。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绩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效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二级指标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三级指标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指标值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得分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数量指标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建立示范点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≥50个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3.79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示范新品种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≥15个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示范高产技术模式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≥3套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发表文章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≥4篇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7篇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申报专利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≥5个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出版书籍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=1本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质量指标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示范点包装率提升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≥5%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5.23%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打造线上销售产品数量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≥10个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示范点比全市平均产量增加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≥10%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11.44%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时效指标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2023年6月底前示范点建设完成率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≥50%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60%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2023年12月底前高产技术模式示范完成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=100%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成本指标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项目成本投入控制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≤160万元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129.3262万元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提高蔬菜产出率和效益、增加农民收入，为京郊蔬菜产业提升提供支撑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优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可促进我市设施冬闲、夏闲时段的高效利用，不断提升蔬菜播种面积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可促进我市设施冬闲、夏闲时段的高效利用，不断提升蔬菜播种面积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促进了我市设施冬闲、夏闲时段的高效利用，不断提升蔬菜播种面积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指标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种植户满意度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≥90%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93.23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5ECAB4-0C9B-4976-BD0D-24D2F07B1D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F1B54C6-2985-4C8B-AB1B-4A7105E35E9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1649F89-E32E-48D0-9BA6-9378447B9CD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3CC7B2D-08D9-4F48-BDF3-CAB390930011}"/>
  </w:font>
  <w:font w:name="??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??" w:hAnsi="??" w:cs="??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91A7535"/>
    <w:rsid w:val="0A48552D"/>
    <w:rsid w:val="0AAD021E"/>
    <w:rsid w:val="0EBB41BE"/>
    <w:rsid w:val="174F4909"/>
    <w:rsid w:val="23445482"/>
    <w:rsid w:val="2437454A"/>
    <w:rsid w:val="2B2D7144"/>
    <w:rsid w:val="2E5D564A"/>
    <w:rsid w:val="2FEA115F"/>
    <w:rsid w:val="30095B1F"/>
    <w:rsid w:val="30AD62E1"/>
    <w:rsid w:val="37173543"/>
    <w:rsid w:val="39382F3B"/>
    <w:rsid w:val="3C3D6ABB"/>
    <w:rsid w:val="3FF76880"/>
    <w:rsid w:val="426E79CE"/>
    <w:rsid w:val="4B296B88"/>
    <w:rsid w:val="5DBF7316"/>
    <w:rsid w:val="61C31BCB"/>
    <w:rsid w:val="62D54D81"/>
    <w:rsid w:val="68C001D8"/>
    <w:rsid w:val="6A876FCF"/>
    <w:rsid w:val="6E0077C5"/>
    <w:rsid w:val="6EE175F6"/>
    <w:rsid w:val="6F661CE6"/>
    <w:rsid w:val="77B31A26"/>
    <w:rsid w:val="7AB7FF50"/>
    <w:rsid w:val="7B5E39BF"/>
    <w:rsid w:val="7BFEB0DB"/>
    <w:rsid w:val="7C80538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1"/>
    <w:qFormat/>
    <w:uiPriority w:val="0"/>
    <w:pPr>
      <w:spacing w:after="120"/>
      <w:ind w:left="1440" w:leftChars="700" w:right="1440" w:rightChars="7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9">
    <w:name w:val="Heading 2 Char"/>
    <w:basedOn w:val="8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Footer Char"/>
    <w:basedOn w:val="8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8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xxxxxx </cp:lastModifiedBy>
  <cp:lastPrinted>2022-03-24T10:01:00Z</cp:lastPrinted>
  <dcterms:modified xsi:type="dcterms:W3CDTF">2024-06-05T03:17:46Z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CBAB8F4A1E124127A810C0DBBCE042A6_12</vt:lpwstr>
  </property>
</Properties>
</file>