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7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北京市农业技术推广站特种专业技术车辆购置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北京市农业技术推广站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冯志勇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84639447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17.372389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17.372389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17.372389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17.372389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17.372389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17.372389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更新老旧车辆，保证业务工作正常开展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通过更新老旧车辆，保证了业务工作正常开展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采购车辆数量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=1辆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车辆验收合格率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≥100%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经济</w:t>
            </w: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车辆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购置成本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≤17.3723889万元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17.372389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保证业务工作正常开展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正常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正常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使用单位满意度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95</w:t>
            </w:r>
            <w:bookmarkStart w:id="0" w:name="_GoBack"/>
            <w:bookmarkEnd w:id="0"/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widowControl/>
        <w:spacing w:line="520" w:lineRule="exact"/>
        <w:jc w:val="left"/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</w:pPr>
    </w:p>
    <w:p>
      <w:pPr>
        <w:spacing w:line="520" w:lineRule="exact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B754C31-629D-41C3-AE1C-B2961937015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89BEC463-58E7-4AD6-9DB1-B0DB465362F7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199846B5-B564-490B-919B-D5DA3AEC342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28291D5C-5512-431E-A066-BD0A5AE8D3E1}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FFFC09D7-0EE4-46DA-BCFC-8E50952D5884}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ascii="??" w:hAnsi="??" w:cs="??"/>
        <w:sz w:val="28"/>
        <w:szCs w:val="28"/>
      </w:rPr>
    </w:pP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IzY2E3OTIzMGYxNmI3OTljNzA0ZGM0MGY4ZDFhZTM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153A5320"/>
    <w:rsid w:val="37173543"/>
    <w:rsid w:val="3FF76880"/>
    <w:rsid w:val="44EE7726"/>
    <w:rsid w:val="46B300A5"/>
    <w:rsid w:val="4A723167"/>
    <w:rsid w:val="4DF607A3"/>
    <w:rsid w:val="50414974"/>
    <w:rsid w:val="5F025C16"/>
    <w:rsid w:val="672052E2"/>
    <w:rsid w:val="6E471CD3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nhideWhenUsed="0" w:uiPriority="0" w:semiHidden="0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link w:val="9"/>
    <w:autoRedefine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8">
    <w:name w:val="Default Paragraph Font"/>
    <w:autoRedefine/>
    <w:semiHidden/>
    <w:qFormat/>
    <w:uiPriority w:val="99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autoRedefine/>
    <w:qFormat/>
    <w:uiPriority w:val="0"/>
    <w:pPr>
      <w:spacing w:after="120"/>
      <w:ind w:left="1440" w:leftChars="700" w:right="1440" w:rightChars="700"/>
    </w:pPr>
  </w:style>
  <w:style w:type="paragraph" w:styleId="4">
    <w:name w:val="annotation text"/>
    <w:basedOn w:val="1"/>
    <w:autoRedefine/>
    <w:semiHidden/>
    <w:unhideWhenUsed/>
    <w:uiPriority w:val="99"/>
    <w:pPr>
      <w:jc w:val="left"/>
    </w:pPr>
  </w:style>
  <w:style w:type="paragraph" w:styleId="5">
    <w:name w:val="footer"/>
    <w:basedOn w:val="1"/>
    <w:link w:val="10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autoRedefine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9">
    <w:name w:val="Heading 2 Char"/>
    <w:basedOn w:val="8"/>
    <w:link w:val="3"/>
    <w:autoRedefine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10">
    <w:name w:val="Footer Char"/>
    <w:basedOn w:val="8"/>
    <w:link w:val="5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1">
    <w:name w:val="Header Char"/>
    <w:basedOn w:val="8"/>
    <w:link w:val="6"/>
    <w:autoRedefine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2">
    <w:name w:val="列出段落1"/>
    <w:basedOn w:val="1"/>
    <w:autoRedefine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1</Pages>
  <Words>165</Words>
  <Characters>941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李佳琦</cp:lastModifiedBy>
  <cp:lastPrinted>2022-03-24T10:01:00Z</cp:lastPrinted>
  <dcterms:modified xsi:type="dcterms:W3CDTF">2024-05-16T08:08:01Z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BA1397DEAD40463BADBC73F4D983B0B6_12</vt:lpwstr>
  </property>
</Properties>
</file>