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北京市农业技术推广站办公设备购置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胡晓艳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84648030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13.259000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13.259000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12.292500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92.71%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13.259000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13.259000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12.292500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??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92.71%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??"/>
                <w:kern w:val="0"/>
                <w:lang w:val="en-US" w:eastAsia="zh-CN"/>
              </w:rPr>
              <w:t>9.27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会议室配备显示屏、会议室桌椅、空调等办公设备，增加远程视频会议功能，适应新形势下办公需求，提升与相关单位实时汇报沟通效率；改进值班室及接待室硬件条件，配备值班家具，办公文件处理设备、办公沙发等，达到规范化值班要求，提升接待条件，以达到办公、接待、会议等多方面需要；保证机房设备正常运转，完善网络布局，提高网络应用覆盖面；布设会议楼一层和三层有线和无线网络，改造老食堂、办公楼六层和东侧平房有线网络，采用国产华为设备，实现有线、无线全站区域覆盖，使有线网络达到千兆以太网标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会议室配备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显示屏、会议室桌椅、空调等办公设备，增加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远程视频会议功能，适应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新形势下办公需求，提升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与相关单位实时汇报沟通效率；改进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值班室及接待室硬件条件，配备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值班家具，办公文件处理设备、办公沙发等，达到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规范化值班要求，提升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接待条件，以达到办公、接待、会议等多方面需要；保证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机房设备正常运转，完善网络布局，提高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网络应用覆盖面；布设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会议楼一层和三层有线和无线网络，改造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老食堂、办公楼六层和东侧平房有线网络，采用国产华为设备，实现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有线、无线全站区域覆盖，使有线网络达到千兆以太网标准。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≥49台/套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49台/套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到货时间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按合同要求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按合同要求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设备采购成本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≤13.259万元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12.2925万元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FF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设备利用率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98.27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CB9228-08DF-429D-A44B-29DE42934D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E4A8189-82F4-489D-A387-8858401858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509CA47-718A-4FE7-9E6C-65C2825949D3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mMxNmViMDliZDAzMmYyOTViYjUxNTZmZTY4Nm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32F04D8"/>
    <w:rsid w:val="06420522"/>
    <w:rsid w:val="06753CF3"/>
    <w:rsid w:val="0AC91212"/>
    <w:rsid w:val="0B2902DC"/>
    <w:rsid w:val="0B41349E"/>
    <w:rsid w:val="0DC51D1C"/>
    <w:rsid w:val="147F6DAD"/>
    <w:rsid w:val="15B10424"/>
    <w:rsid w:val="18B42DE7"/>
    <w:rsid w:val="19ED5372"/>
    <w:rsid w:val="19F77FC7"/>
    <w:rsid w:val="1C3236AE"/>
    <w:rsid w:val="21112704"/>
    <w:rsid w:val="23936B94"/>
    <w:rsid w:val="25B61F3B"/>
    <w:rsid w:val="28612632"/>
    <w:rsid w:val="28D81669"/>
    <w:rsid w:val="2A8D5B89"/>
    <w:rsid w:val="2C9C00DD"/>
    <w:rsid w:val="37173543"/>
    <w:rsid w:val="38954A52"/>
    <w:rsid w:val="39237555"/>
    <w:rsid w:val="3FF76880"/>
    <w:rsid w:val="402C6DDA"/>
    <w:rsid w:val="4115773F"/>
    <w:rsid w:val="41907B7C"/>
    <w:rsid w:val="45BE0C6C"/>
    <w:rsid w:val="4A717F7B"/>
    <w:rsid w:val="4AC72371"/>
    <w:rsid w:val="4AF55363"/>
    <w:rsid w:val="4C1D7318"/>
    <w:rsid w:val="4C68345B"/>
    <w:rsid w:val="4FEE32D3"/>
    <w:rsid w:val="56601331"/>
    <w:rsid w:val="592310BA"/>
    <w:rsid w:val="5A8269B4"/>
    <w:rsid w:val="5C3F093C"/>
    <w:rsid w:val="63E43FB7"/>
    <w:rsid w:val="6AE56041"/>
    <w:rsid w:val="6C8C387B"/>
    <w:rsid w:val="6CEB32EE"/>
    <w:rsid w:val="70BA1EAD"/>
    <w:rsid w:val="728241E1"/>
    <w:rsid w:val="72E15E16"/>
    <w:rsid w:val="75144E44"/>
    <w:rsid w:val="76F5528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830</Words>
  <Characters>945</Characters>
  <Lines>0</Lines>
  <Paragraphs>0</Paragraphs>
  <TotalTime>14</TotalTime>
  <ScaleCrop>false</ScaleCrop>
  <LinksUpToDate>false</LinksUpToDate>
  <CharactersWithSpaces>978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徐娜</cp:lastModifiedBy>
  <cp:lastPrinted>2022-03-24T10:01:00Z</cp:lastPrinted>
  <dcterms:modified xsi:type="dcterms:W3CDTF">2024-06-05T06:33:16Z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13B194CD96D6494EACC55AE95D48364A</vt:lpwstr>
  </property>
</Properties>
</file>