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创新团队项目（特色作物团队建设项目）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宗静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010-84629956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623.9359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73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2023年，围绕特色作物产业发展需求，组织开展种苗质量、土壤生态和病虫监测，引进筛选特色作物新品种；研究特色作物光温肥水调控技术，筛选生物刺激素类功能性肥料；分离鉴定西甜瓜、草莓重要病害病原菌；优化天敌昆虫的高效利用技术；明确土壤核心微生物组成，分离有益微生物。集中示范推广优新品种、高效技术和模式，做好技术指导与服务。总结技术创新和示范推广成果，及时宣传报道。举办特色作物优品优园评选与推介，提高特色作物产业影响力。做好种苗供应、防灾减灾和其他应急工作，保障产业健康可持续发展，促进农民增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2023年，围绕特色作物产业发展需求，组织开展种苗质量、土壤生态和病虫监测，引进筛选特色作物新品种；研究特色作物光温肥水调控技术，筛选生物刺激素类功能性肥料；分离鉴定西甜瓜、草莓重要病害病原菌；优化天敌昆虫的高效利用技术；明确土壤核心微生物组成，分离有益微生物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等26项研究</w:t>
            </w:r>
            <w:r>
              <w:rPr>
                <w:rFonts w:hint="eastAsia" w:ascii="仿宋_GB2312" w:hAnsi="??" w:eastAsia="仿宋_GB2312"/>
                <w:kern w:val="0"/>
              </w:rPr>
              <w:t>。集中示范推广优新品种、高效技术和模式，指导服务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2061人次</w:t>
            </w:r>
            <w:r>
              <w:rPr>
                <w:rFonts w:hint="eastAsia" w:ascii="仿宋_GB2312" w:hAnsi="??" w:eastAsia="仿宋_GB2312"/>
                <w:kern w:val="0"/>
              </w:rPr>
              <w:t>。宣传报道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106次</w:t>
            </w:r>
            <w:r>
              <w:rPr>
                <w:rFonts w:hint="eastAsia" w:ascii="仿宋_GB2312" w:hAnsi="??" w:eastAsia="仿宋_GB2312"/>
                <w:kern w:val="0"/>
              </w:rPr>
              <w:t>。举办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3场</w:t>
            </w:r>
            <w:r>
              <w:rPr>
                <w:rFonts w:hint="eastAsia" w:ascii="仿宋_GB2312" w:hAnsi="??" w:eastAsia="仿宋_GB2312"/>
                <w:kern w:val="0"/>
              </w:rPr>
              <w:t>特色作物优品优园评选与推介，提高特色作物产业影响力。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西甜瓜集约化育苗</w:t>
            </w:r>
            <w:r>
              <w:rPr>
                <w:rFonts w:hint="eastAsia" w:ascii="仿宋_GB2312" w:hAnsi="??" w:eastAsia="仿宋_GB2312"/>
                <w:kern w:val="0"/>
              </w:rPr>
              <w:t>种苗供应3000万株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以上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OLE_LINK1" w:colFirst="3" w:colLast="3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：首席专家组织研讨交流次数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  <w:bookmarkEnd w:id="1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：本单位岗位专家开展技术研究数量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：外单位岗位专家、综合试验站和田间工作站开展技术研究数量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：本单位岗位专家技术指导人次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600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881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：外单位岗位专家、综合试验站技术指导人次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：本单位岗位专家发表论文数量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：外单位岗位专家发表论文数量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：本单位岗位专家技术示范规模数量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600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1155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：外单位岗位专家、综合试验站技术示范规模数量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1276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：成员任务书指标完成率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2" w:name="OLE_LINK3"/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</w:t>
            </w:r>
            <w:bookmarkEnd w:id="2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：2023年12月前完成项目预算执行任务完成率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623.9359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：通过示范推广团队技术，提高田间学校示范户技术水平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：本单位节水岗示范区水分生产效率效率提高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  <w:t>1.4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：本单位土肥岗示范点偏生产力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2.5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3.47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：筛选的优良品种、研发的新产品新技术得以应用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：服务对象对团队成员满意度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98.18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5.32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96.99</w:t>
            </w:r>
            <w:bookmarkStart w:id="3" w:name="_GoBack"/>
            <w:bookmarkEnd w:id="3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s0lY7tAAAAAFAQAADwAAAAAAAAABACAAAAA4AAAAZHJz&#10;L2Rvd25yZXYueG1sUEsBAhQAFAAAAAgAh07iQJINoBq9AQAAXQMAAA4AAAAAAAAAAQAgAAAANQ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hYTI2MzBmNjEyMWQzNjNiMzE1OGQ5MGYyNTEx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C73C8F"/>
    <w:rsid w:val="026B6B7A"/>
    <w:rsid w:val="046A7603"/>
    <w:rsid w:val="04C37B86"/>
    <w:rsid w:val="062154C2"/>
    <w:rsid w:val="08AD4C29"/>
    <w:rsid w:val="09AA24CF"/>
    <w:rsid w:val="0BC875D4"/>
    <w:rsid w:val="0BFA364D"/>
    <w:rsid w:val="0D270B7A"/>
    <w:rsid w:val="10593038"/>
    <w:rsid w:val="10885AE6"/>
    <w:rsid w:val="11A13517"/>
    <w:rsid w:val="145D29CB"/>
    <w:rsid w:val="162A0AB5"/>
    <w:rsid w:val="18910E95"/>
    <w:rsid w:val="18CC0A2E"/>
    <w:rsid w:val="18F36A72"/>
    <w:rsid w:val="190E24E6"/>
    <w:rsid w:val="19355CC5"/>
    <w:rsid w:val="1A7171D0"/>
    <w:rsid w:val="1AE94B6E"/>
    <w:rsid w:val="1E3D18A3"/>
    <w:rsid w:val="211632F9"/>
    <w:rsid w:val="22894E7B"/>
    <w:rsid w:val="22A7157B"/>
    <w:rsid w:val="23455BCB"/>
    <w:rsid w:val="23963804"/>
    <w:rsid w:val="24316771"/>
    <w:rsid w:val="266B6173"/>
    <w:rsid w:val="26FE1348"/>
    <w:rsid w:val="2B191436"/>
    <w:rsid w:val="2DBB4593"/>
    <w:rsid w:val="37173543"/>
    <w:rsid w:val="37EC5DE5"/>
    <w:rsid w:val="3914214D"/>
    <w:rsid w:val="39BA7F53"/>
    <w:rsid w:val="3A3F04A8"/>
    <w:rsid w:val="3A932A5F"/>
    <w:rsid w:val="3CD30EA1"/>
    <w:rsid w:val="3ED100BA"/>
    <w:rsid w:val="3FF76880"/>
    <w:rsid w:val="427E084B"/>
    <w:rsid w:val="440D7822"/>
    <w:rsid w:val="45196317"/>
    <w:rsid w:val="45A02594"/>
    <w:rsid w:val="474E3E36"/>
    <w:rsid w:val="477B19D0"/>
    <w:rsid w:val="4791382C"/>
    <w:rsid w:val="49310757"/>
    <w:rsid w:val="49D05807"/>
    <w:rsid w:val="4B920BD1"/>
    <w:rsid w:val="4C8061AE"/>
    <w:rsid w:val="4DFC67D6"/>
    <w:rsid w:val="4FAFB027"/>
    <w:rsid w:val="4FFFAE18"/>
    <w:rsid w:val="518F7900"/>
    <w:rsid w:val="51CE5302"/>
    <w:rsid w:val="557B26D6"/>
    <w:rsid w:val="566429D6"/>
    <w:rsid w:val="57853BD7"/>
    <w:rsid w:val="58302CF7"/>
    <w:rsid w:val="5DCA670A"/>
    <w:rsid w:val="5F9175A8"/>
    <w:rsid w:val="5FAE6823"/>
    <w:rsid w:val="604727F8"/>
    <w:rsid w:val="605D3C2E"/>
    <w:rsid w:val="605F652E"/>
    <w:rsid w:val="61335458"/>
    <w:rsid w:val="61695482"/>
    <w:rsid w:val="61B2122D"/>
    <w:rsid w:val="646A5DEF"/>
    <w:rsid w:val="646B1B68"/>
    <w:rsid w:val="677FF0C9"/>
    <w:rsid w:val="69474951"/>
    <w:rsid w:val="695452C0"/>
    <w:rsid w:val="69C26788"/>
    <w:rsid w:val="6B6A682D"/>
    <w:rsid w:val="6C1549CE"/>
    <w:rsid w:val="6C2341B9"/>
    <w:rsid w:val="6D45564C"/>
    <w:rsid w:val="6EEF37F3"/>
    <w:rsid w:val="715A543E"/>
    <w:rsid w:val="73C51294"/>
    <w:rsid w:val="7423649A"/>
    <w:rsid w:val="7456013E"/>
    <w:rsid w:val="749B7493"/>
    <w:rsid w:val="77FEAB8E"/>
    <w:rsid w:val="79A953CA"/>
    <w:rsid w:val="7AB7FF50"/>
    <w:rsid w:val="7BFEB0DB"/>
    <w:rsid w:val="7C365F96"/>
    <w:rsid w:val="7D272678"/>
    <w:rsid w:val="7DD52A1A"/>
    <w:rsid w:val="7EAB1087"/>
    <w:rsid w:val="7F2A69C2"/>
    <w:rsid w:val="AFDC2C70"/>
    <w:rsid w:val="B6ED9DD7"/>
    <w:rsid w:val="CEFD3F3D"/>
    <w:rsid w:val="D7F61A29"/>
    <w:rsid w:val="EA3F77F2"/>
    <w:rsid w:val="EEFE5989"/>
    <w:rsid w:val="EFCF3EAE"/>
    <w:rsid w:val="F14E1DD5"/>
    <w:rsid w:val="F5B764A2"/>
    <w:rsid w:val="F77F09F4"/>
    <w:rsid w:val="FAEDE806"/>
    <w:rsid w:val="FB76233D"/>
    <w:rsid w:val="FBFF5A5B"/>
    <w:rsid w:val="FFBFE80A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165</Words>
  <Characters>941</Characters>
  <Lines>0</Lines>
  <Paragraphs>0</Paragraphs>
  <TotalTime>8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nyncj</cp:lastModifiedBy>
  <cp:lastPrinted>2022-03-25T10:01:00Z</cp:lastPrinted>
  <dcterms:modified xsi:type="dcterms:W3CDTF">2024-06-05T09:59:11Z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7A904653911E4F16B79FBE2960C318CE_12</vt:lpwstr>
  </property>
</Properties>
</file>