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45"/>
        <w:gridCol w:w="365"/>
        <w:gridCol w:w="849"/>
        <w:gridCol w:w="848"/>
        <w:gridCol w:w="383"/>
        <w:gridCol w:w="180"/>
        <w:gridCol w:w="420"/>
        <w:gridCol w:w="240"/>
        <w:gridCol w:w="60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其他维修改造项目（北京市农业技术推广站维修维护）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实施单位</w:t>
            </w: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冯志勇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联系电话</w:t>
            </w: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84635478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52.2978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52.2978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47.451426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90.73%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52.2978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52.2978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47.451426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90.73%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4" w:firstLineChars="202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对院内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9000㎡建筑改造增加消防报警设备，配备烟感探测器、火灾报警按钮、声光报警按钮、消防广播、中控台等自动报警控制系统，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增加监控探头，将各楼宇消防报警和监控探头集中到门卫室，对火情、安全隐患早发现、早预防、早治理，避免安全事故，减少国家财产损失，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达到人防、技防相结合的管理办法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；对会议室和六楼办公用房接入网络系统，保证网络信号畅通，达到会议和办公需要。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信息化维修改造；2023年1月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与中国移动北京公司沟通、签订合同并组织实施，合同金额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4.04276万元，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2月25日竣工验收。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监控、消防烟感报警装置系统改造于2023年8月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由办公室纪检专员全程监督，由评审小组，成员共5人，按照比选文件要求确定北京嘉恒设备安装有限公司为服务单位。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合同金额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43.408666万元，2023年12月12日完成验收。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改造工程数量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≥3个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提高办公自动化率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项目计划完工率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≥3%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严控成本,不超过财政批复金额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≤52.2978万元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2.021380万元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</w:t>
            </w: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预计使用年限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≥10年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网络覆盖率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99.07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rPr>
          <w:rFonts w:hint="eastAsia" w:eastAsia="宋体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??" w:hAnsi="??" w:cs="??"/>
        <w:sz w:val="28"/>
        <w:szCs w:val="28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29A7D90"/>
    <w:rsid w:val="0BB27EF8"/>
    <w:rsid w:val="13E15C2A"/>
    <w:rsid w:val="19EF123E"/>
    <w:rsid w:val="2B2A2FD9"/>
    <w:rsid w:val="2BAF3B9F"/>
    <w:rsid w:val="2DDE0DF3"/>
    <w:rsid w:val="2F38378D"/>
    <w:rsid w:val="2FFA3A98"/>
    <w:rsid w:val="37173543"/>
    <w:rsid w:val="3CD02801"/>
    <w:rsid w:val="3FF76880"/>
    <w:rsid w:val="45BB73CE"/>
    <w:rsid w:val="4BF16975"/>
    <w:rsid w:val="5B1F1D55"/>
    <w:rsid w:val="5B502373"/>
    <w:rsid w:val="5D0F1FBD"/>
    <w:rsid w:val="601E438A"/>
    <w:rsid w:val="65574A91"/>
    <w:rsid w:val="68DD656A"/>
    <w:rsid w:val="6E607377"/>
    <w:rsid w:val="6F0C0B4A"/>
    <w:rsid w:val="700365CB"/>
    <w:rsid w:val="70AF610E"/>
    <w:rsid w:val="72D41279"/>
    <w:rsid w:val="7A754902"/>
    <w:rsid w:val="7AB7FF50"/>
    <w:rsid w:val="7BFEB0DB"/>
    <w:rsid w:val="7FBE4DEA"/>
    <w:rsid w:val="CEFD3F3D"/>
    <w:rsid w:val="EA3F77F2"/>
    <w:rsid w:val="EEFE5989"/>
    <w:rsid w:val="EFCF3EAE"/>
    <w:rsid w:val="F5B764A2"/>
    <w:rsid w:val="F77F09F4"/>
    <w:rsid w:val="FFD7BFFC"/>
    <w:rsid w:val="FFEFF70E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9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2">
    <w:name w:val="heading 4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9">
    <w:name w:val="Heading 2 Char"/>
    <w:basedOn w:val="8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0">
    <w:name w:val="Footer Char"/>
    <w:basedOn w:val="8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Header Char"/>
    <w:basedOn w:val="8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3">
    <w:name w:val="Body Text 21"/>
    <w:basedOn w:val="1"/>
    <w:qFormat/>
    <w:uiPriority w:val="0"/>
    <w:pPr>
      <w:snapToGrid w:val="0"/>
      <w:spacing w:line="540" w:lineRule="exact"/>
    </w:pPr>
    <w:rPr>
      <w:rFonts w:eastAsia="方正仿宋_GBK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nyncj</cp:lastModifiedBy>
  <cp:lastPrinted>2022-03-24T18:01:00Z</cp:lastPrinted>
  <dcterms:modified xsi:type="dcterms:W3CDTF">2024-06-05T14:35:13Z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FED74D1449954F88BDF77D9EAD1BFAD0_12</vt:lpwstr>
  </property>
</Properties>
</file>