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北京市农业技术推广站公务用车购置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冯志勇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84639447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16.650000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16.643097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16.643097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16.650000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16.643097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16.643097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更新老旧车辆，保证业务工作正常开展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购置更新公务用车一辆，保证了业务工作的正常开展。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采购数量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车辆验收合格率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公务用车购置成本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≤16.65万元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16.643097万元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保障我站下乡履职工作正常开展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正常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正常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使用单位满意度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D77634-CAED-4B19-9FDA-8679848BC3E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EA1FF3E-20EE-4F79-AA96-C9FDDE51CE48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BA02B57-F037-4BA8-A32A-0AD75DB0A95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FB2BAB5-6AEB-4114-9ED0-33AD93F8D92A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B1FB28DB-CDEF-490E-BA8B-E972A8021A53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52102F4"/>
    <w:rsid w:val="0B024D61"/>
    <w:rsid w:val="0F256C33"/>
    <w:rsid w:val="1B582F76"/>
    <w:rsid w:val="214178FD"/>
    <w:rsid w:val="31AA3B86"/>
    <w:rsid w:val="37173543"/>
    <w:rsid w:val="3C83078F"/>
    <w:rsid w:val="3FF76880"/>
    <w:rsid w:val="40EE5DAC"/>
    <w:rsid w:val="49AA25C0"/>
    <w:rsid w:val="4D0A4797"/>
    <w:rsid w:val="5BC0401D"/>
    <w:rsid w:val="77AD6BD4"/>
    <w:rsid w:val="7AB7FF50"/>
    <w:rsid w:val="7BFEB0DB"/>
    <w:rsid w:val="7EE54599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autoRedefine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李佳琦</cp:lastModifiedBy>
  <cp:lastPrinted>2022-03-24T10:01:00Z</cp:lastPrinted>
  <dcterms:modified xsi:type="dcterms:W3CDTF">2024-05-16T08:06:02Z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7FC23AC1017148DCADFBAA8B75A1F44E_12</vt:lpwstr>
  </property>
</Properties>
</file>