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  <w:lang w:val="e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67"/>
        <w:gridCol w:w="47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培训类项目（农产品产销信息员培训项目）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北京市数字农业农村促进中心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王晓东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64866135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6.05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5.92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5.6618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95.64%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6.05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5.92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5.6618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95.64%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该项目旨在面向农产品产销信息监测体系的信息员开展培训，提高信息员队伍业务能力和思想认识，保障农产品产销信息采集的及时性和准确性。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对已建立的农产品市场信息员进行培训，保障农产品产销信息采集的及时准确性。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项目申请金额6.05万元，9月份按照要求压减为5.92万元；实际开展培训5次，共支出63666元，其中农产品产销信息员培训项目支出56618元，结余2582元；另通过单位基本经费支出1次“农产品批发市场信息监测总结会商培训”7048元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分值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得分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培训人次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≥300个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参训人员考核成绩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考核合格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5月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11月各培训一次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4、5、11月组织培训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专业能力增强，信息质量提高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服务对象满意度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培训人员满意度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99.56</w:t>
            </w:r>
          </w:p>
        </w:tc>
        <w:tc>
          <w:tcPr>
            <w:tcW w:w="11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</w:rPr>
            </w:pPr>
          </w:p>
        </w:tc>
      </w:tr>
    </w:tbl>
    <w:p>
      <w:pPr>
        <w:spacing w:line="520" w:lineRule="exact"/>
        <w:rPr>
          <w:sz w:val="1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B9B7F60-84DD-4297-9CD3-782A2A4DA55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B21EDB0-CD48-456E-9C04-00F8D4833DD2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12FF8F27-87FC-408C-80F9-830C281965B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F58DB02-1DC2-4DDE-BCA7-0CF9F393E44A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OTYzYjQ5ZWNmMTA5YTEzZjJiMTFkZmFiM2U3ZmEifQ=="/>
    <w:docVar w:name="KSO_WPS_MARK_KEY" w:val="0df95d8d-4f72-4331-9e67-d426e9a5c233"/>
  </w:docVars>
  <w:rsids>
    <w:rsidRoot w:val="F77F09F4"/>
    <w:rsid w:val="00212B3B"/>
    <w:rsid w:val="0026235B"/>
    <w:rsid w:val="003518EE"/>
    <w:rsid w:val="004C37F4"/>
    <w:rsid w:val="006462FD"/>
    <w:rsid w:val="007557C5"/>
    <w:rsid w:val="008F7B3D"/>
    <w:rsid w:val="00AF4AD3"/>
    <w:rsid w:val="00AF513F"/>
    <w:rsid w:val="00BC4D7D"/>
    <w:rsid w:val="00C6637B"/>
    <w:rsid w:val="00D65E5D"/>
    <w:rsid w:val="00D7349D"/>
    <w:rsid w:val="00E53254"/>
    <w:rsid w:val="00F67A40"/>
    <w:rsid w:val="26FF8878"/>
    <w:rsid w:val="2733354D"/>
    <w:rsid w:val="2B47A2BE"/>
    <w:rsid w:val="37173543"/>
    <w:rsid w:val="37BF0B19"/>
    <w:rsid w:val="3B35BB09"/>
    <w:rsid w:val="3FF76880"/>
    <w:rsid w:val="4971529C"/>
    <w:rsid w:val="4F5A06DE"/>
    <w:rsid w:val="4FBA16F2"/>
    <w:rsid w:val="51FED7AB"/>
    <w:rsid w:val="5EFA7CCD"/>
    <w:rsid w:val="6FF7B03F"/>
    <w:rsid w:val="73062FAC"/>
    <w:rsid w:val="779B486E"/>
    <w:rsid w:val="7AB7FF50"/>
    <w:rsid w:val="7BA3FFE6"/>
    <w:rsid w:val="7BFEB0DB"/>
    <w:rsid w:val="7DAB9D63"/>
    <w:rsid w:val="7F7D58EC"/>
    <w:rsid w:val="7FF97F7C"/>
    <w:rsid w:val="7FFF2D6B"/>
    <w:rsid w:val="8FF9A14D"/>
    <w:rsid w:val="9D4B5CFF"/>
    <w:rsid w:val="9EBE2EEE"/>
    <w:rsid w:val="BA7B23C6"/>
    <w:rsid w:val="BDFCD211"/>
    <w:rsid w:val="CEFD3F3D"/>
    <w:rsid w:val="DBBFA904"/>
    <w:rsid w:val="DDCB8896"/>
    <w:rsid w:val="DEBA9649"/>
    <w:rsid w:val="DFFD8185"/>
    <w:rsid w:val="DFFF332C"/>
    <w:rsid w:val="E9F71EFB"/>
    <w:rsid w:val="EA3F77F2"/>
    <w:rsid w:val="EEFE5989"/>
    <w:rsid w:val="EFCF3EAE"/>
    <w:rsid w:val="F0DFF01A"/>
    <w:rsid w:val="F5B764A2"/>
    <w:rsid w:val="F77F09F4"/>
    <w:rsid w:val="F9EF2820"/>
    <w:rsid w:val="FABFE344"/>
    <w:rsid w:val="FBE3EDCB"/>
    <w:rsid w:val="FE734873"/>
    <w:rsid w:val="FF5E1C0B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标题 2 Char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页脚 Char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页眉 Char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2">
    <w:name w:val="批注框文本 Char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965</Words>
  <Characters>1160</Characters>
  <Lines>9</Lines>
  <Paragraphs>2</Paragraphs>
  <TotalTime>10</TotalTime>
  <ScaleCrop>false</ScaleCrop>
  <LinksUpToDate>false</LinksUpToDate>
  <CharactersWithSpaces>1172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刘璇</cp:lastModifiedBy>
  <cp:lastPrinted>2024-04-29T03:20:00Z</cp:lastPrinted>
  <dcterms:modified xsi:type="dcterms:W3CDTF">2024-05-16T10:44:11Z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E36A7177CDA141C7ADAA8AD754019913</vt:lpwstr>
  </property>
</Properties>
</file>