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北区互联网接入费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卢月静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13901094539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保障日常信息互联工作，保证办公网络全年</w:t>
            </w:r>
            <w:r>
              <w:rPr>
                <w:rFonts w:ascii="仿宋_GB2312" w:hAnsi="??" w:eastAsia="仿宋_GB2312" w:cs="仿宋_GB2312"/>
                <w:kern w:val="0"/>
              </w:rPr>
              <w:t>24</w:t>
            </w:r>
            <w:r>
              <w:rPr>
                <w:rFonts w:hint="eastAsia" w:ascii="仿宋_GB2312" w:hAnsi="??" w:eastAsia="仿宋_GB2312" w:cs="仿宋_GB2312"/>
                <w:kern w:val="0"/>
              </w:rPr>
              <w:t>小时畅通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保障日常信息互联工作，保证办公网络全年</w:t>
            </w:r>
            <w:r>
              <w:rPr>
                <w:rFonts w:ascii="仿宋_GB2312" w:hAnsi="??" w:eastAsia="仿宋_GB2312" w:cs="仿宋_GB2312"/>
                <w:kern w:val="0"/>
              </w:rPr>
              <w:t>24</w:t>
            </w:r>
            <w:r>
              <w:rPr>
                <w:rFonts w:hint="eastAsia" w:ascii="仿宋_GB2312" w:hAnsi="??" w:eastAsia="仿宋_GB2312" w:cs="仿宋_GB2312"/>
                <w:kern w:val="0"/>
              </w:rPr>
              <w:t>小时畅通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带宽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300M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300M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网络稳定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全年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项目总成本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  <w:r>
              <w:rPr>
                <w:rFonts w:hint="eastAsia" w:ascii="仿宋_GB2312" w:hAnsi="??" w:eastAsia="仿宋_GB2312" w:cs="仿宋_GB2312"/>
                <w:kern w:val="0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45</w:t>
            </w:r>
            <w:r>
              <w:rPr>
                <w:rFonts w:hint="eastAsia" w:ascii="仿宋_GB2312" w:hAnsi="??" w:eastAsia="仿宋_GB2312" w:cs="仿宋_GB2312"/>
                <w:kern w:val="0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保障办公需要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用户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</w:t>
            </w: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NlMThkNjk3MmY5YzgzZjRhMTllZWMxMjcxMmMyZWEifQ=="/>
  </w:docVars>
  <w:rsids>
    <w:rsidRoot w:val="F77F09F4"/>
    <w:rsid w:val="000165BF"/>
    <w:rsid w:val="00212B3B"/>
    <w:rsid w:val="002F68D4"/>
    <w:rsid w:val="003518EE"/>
    <w:rsid w:val="00477EA6"/>
    <w:rsid w:val="004C37F4"/>
    <w:rsid w:val="00570479"/>
    <w:rsid w:val="006462FD"/>
    <w:rsid w:val="008F7B3D"/>
    <w:rsid w:val="00AF513F"/>
    <w:rsid w:val="00BC4D7D"/>
    <w:rsid w:val="00C36746"/>
    <w:rsid w:val="00C6637B"/>
    <w:rsid w:val="00D65E5D"/>
    <w:rsid w:val="00D7349D"/>
    <w:rsid w:val="00E53254"/>
    <w:rsid w:val="00E872B0"/>
    <w:rsid w:val="00F67A40"/>
    <w:rsid w:val="1D6E2C9C"/>
    <w:rsid w:val="2F307520"/>
    <w:rsid w:val="37173543"/>
    <w:rsid w:val="3FF76880"/>
    <w:rsid w:val="55D30C9B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662</Words>
  <Characters>775</Characters>
  <Lines>0</Lines>
  <Paragraphs>0</Paragraphs>
  <TotalTime>6</TotalTime>
  <ScaleCrop>false</ScaleCrop>
  <LinksUpToDate>false</LinksUpToDate>
  <CharactersWithSpaces>813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yexu</cp:lastModifiedBy>
  <cp:lastPrinted>2022-03-24T10:01:00Z</cp:lastPrinted>
  <dcterms:modified xsi:type="dcterms:W3CDTF">2023-06-09T03:05:34Z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B224B320AC37480A8582F4ECCD52C641_12</vt:lpwstr>
  </property>
</Properties>
</file>